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812" w:type="dxa"/>
        <w:tblLayout w:type="fixed"/>
        <w:tblLook w:val="04A0" w:firstRow="1" w:lastRow="0" w:firstColumn="1" w:lastColumn="0" w:noHBand="0" w:noVBand="1"/>
      </w:tblPr>
      <w:tblGrid>
        <w:gridCol w:w="1818"/>
        <w:gridCol w:w="4140"/>
        <w:gridCol w:w="4770"/>
        <w:gridCol w:w="4084"/>
      </w:tblGrid>
      <w:tr w:rsidR="00B506F9" w:rsidTr="00B506F9">
        <w:trPr>
          <w:trHeight w:val="1700"/>
        </w:trPr>
        <w:tc>
          <w:tcPr>
            <w:tcW w:w="1818" w:type="dxa"/>
          </w:tcPr>
          <w:p w:rsidR="00B506F9" w:rsidRPr="00B506F9" w:rsidRDefault="00B506F9" w:rsidP="00B506F9">
            <w:pPr>
              <w:rPr>
                <w:sz w:val="56"/>
                <w:szCs w:val="56"/>
              </w:rPr>
            </w:pPr>
            <w:r w:rsidRPr="00F8538F">
              <w:rPr>
                <w:sz w:val="56"/>
                <w:szCs w:val="56"/>
                <w:highlight w:val="cyan"/>
              </w:rPr>
              <w:t>Greek City State</w:t>
            </w:r>
          </w:p>
        </w:tc>
        <w:tc>
          <w:tcPr>
            <w:tcW w:w="4140" w:type="dxa"/>
          </w:tcPr>
          <w:p w:rsidR="00B506F9" w:rsidRPr="00B506F9" w:rsidRDefault="00B506F9" w:rsidP="00B506F9">
            <w:pPr>
              <w:rPr>
                <w:sz w:val="56"/>
                <w:szCs w:val="56"/>
              </w:rPr>
            </w:pPr>
            <w:r w:rsidRPr="00F8538F">
              <w:rPr>
                <w:sz w:val="56"/>
                <w:szCs w:val="56"/>
                <w:highlight w:val="green"/>
              </w:rPr>
              <w:t>Geography/ Climate/Location</w:t>
            </w:r>
          </w:p>
        </w:tc>
        <w:tc>
          <w:tcPr>
            <w:tcW w:w="4770" w:type="dxa"/>
          </w:tcPr>
          <w:p w:rsidR="00B506F9" w:rsidRPr="00B506F9" w:rsidRDefault="00B506F9" w:rsidP="00B506F9">
            <w:pPr>
              <w:rPr>
                <w:sz w:val="56"/>
                <w:szCs w:val="56"/>
              </w:rPr>
            </w:pPr>
            <w:r w:rsidRPr="00F8538F">
              <w:rPr>
                <w:sz w:val="56"/>
                <w:szCs w:val="56"/>
                <w:highlight w:val="yellow"/>
              </w:rPr>
              <w:t>Economy/Economic Tools/Jobs/Food</w:t>
            </w:r>
          </w:p>
        </w:tc>
        <w:tc>
          <w:tcPr>
            <w:tcW w:w="4084" w:type="dxa"/>
          </w:tcPr>
          <w:p w:rsidR="00B506F9" w:rsidRPr="00F8538F" w:rsidRDefault="00B506F9" w:rsidP="00B506F9">
            <w:pPr>
              <w:rPr>
                <w:sz w:val="56"/>
                <w:szCs w:val="56"/>
              </w:rPr>
            </w:pPr>
            <w:r w:rsidRPr="00F8538F">
              <w:rPr>
                <w:sz w:val="56"/>
                <w:szCs w:val="56"/>
                <w:highlight w:val="red"/>
              </w:rPr>
              <w:t>Tools/Inventions Used</w:t>
            </w:r>
          </w:p>
        </w:tc>
      </w:tr>
      <w:tr w:rsidR="00B506F9" w:rsidTr="00131274">
        <w:trPr>
          <w:trHeight w:val="440"/>
        </w:trPr>
        <w:tc>
          <w:tcPr>
            <w:tcW w:w="1818" w:type="dxa"/>
          </w:tcPr>
          <w:p w:rsidR="00B506F9" w:rsidRDefault="00B506F9" w:rsidP="00B506F9">
            <w:pPr>
              <w:rPr>
                <w:sz w:val="40"/>
                <w:szCs w:val="40"/>
              </w:rPr>
            </w:pPr>
          </w:p>
          <w:p w:rsidR="00B506F9" w:rsidRDefault="00B506F9" w:rsidP="00B506F9">
            <w:pPr>
              <w:rPr>
                <w:sz w:val="40"/>
                <w:szCs w:val="40"/>
              </w:rPr>
            </w:pPr>
          </w:p>
          <w:p w:rsidR="00B24FBD" w:rsidRDefault="00B24FBD" w:rsidP="00B506F9">
            <w:pPr>
              <w:rPr>
                <w:sz w:val="56"/>
                <w:szCs w:val="56"/>
              </w:rPr>
            </w:pPr>
          </w:p>
          <w:p w:rsidR="00B24FBD" w:rsidRDefault="00B24FBD" w:rsidP="00B506F9">
            <w:pPr>
              <w:rPr>
                <w:sz w:val="56"/>
                <w:szCs w:val="56"/>
              </w:rPr>
            </w:pPr>
          </w:p>
          <w:p w:rsidR="00B24FBD" w:rsidRDefault="00B24FBD" w:rsidP="00B506F9">
            <w:pPr>
              <w:rPr>
                <w:sz w:val="56"/>
                <w:szCs w:val="56"/>
              </w:rPr>
            </w:pPr>
          </w:p>
          <w:p w:rsidR="00B506F9" w:rsidRPr="00B506F9" w:rsidRDefault="00B506F9" w:rsidP="00B506F9">
            <w:pPr>
              <w:rPr>
                <w:sz w:val="56"/>
                <w:szCs w:val="56"/>
              </w:rPr>
            </w:pPr>
            <w:r w:rsidRPr="00F8538F">
              <w:rPr>
                <w:sz w:val="56"/>
                <w:szCs w:val="56"/>
                <w:highlight w:val="cyan"/>
              </w:rPr>
              <w:t>Athens</w:t>
            </w:r>
          </w:p>
        </w:tc>
        <w:tc>
          <w:tcPr>
            <w:tcW w:w="4140" w:type="dxa"/>
          </w:tcPr>
          <w:p w:rsidR="00B506F9" w:rsidRPr="00F8538F" w:rsidRDefault="00B506F9" w:rsidP="00B506F9">
            <w:pPr>
              <w:rPr>
                <w:sz w:val="24"/>
                <w:szCs w:val="24"/>
                <w:highlight w:val="green"/>
              </w:rPr>
            </w:pPr>
            <w:r w:rsidRPr="00F8538F">
              <w:rPr>
                <w:sz w:val="24"/>
                <w:szCs w:val="24"/>
                <w:highlight w:val="green"/>
              </w:rPr>
              <w:t xml:space="preserve">.Greek </w:t>
            </w:r>
            <w:r w:rsidR="00B24FBD" w:rsidRPr="00F8538F">
              <w:rPr>
                <w:sz w:val="24"/>
                <w:szCs w:val="24"/>
                <w:highlight w:val="green"/>
              </w:rPr>
              <w:t xml:space="preserve">Mainland </w:t>
            </w:r>
            <w:r w:rsidRPr="00F8538F">
              <w:rPr>
                <w:sz w:val="24"/>
                <w:szCs w:val="24"/>
                <w:highlight w:val="green"/>
              </w:rPr>
              <w:t>which is located on the tip of the Balkan Peninsula</w:t>
            </w:r>
          </w:p>
          <w:p w:rsidR="00B24FBD" w:rsidRPr="00F8538F" w:rsidRDefault="00B24FBD" w:rsidP="00B506F9">
            <w:pPr>
              <w:rPr>
                <w:sz w:val="24"/>
                <w:szCs w:val="24"/>
                <w:highlight w:val="green"/>
              </w:rPr>
            </w:pPr>
          </w:p>
          <w:p w:rsidR="00B506F9" w:rsidRPr="00F8538F" w:rsidRDefault="00B506F9" w:rsidP="00B506F9">
            <w:pPr>
              <w:rPr>
                <w:sz w:val="24"/>
                <w:szCs w:val="24"/>
                <w:highlight w:val="green"/>
              </w:rPr>
            </w:pPr>
            <w:r w:rsidRPr="00F8538F">
              <w:rPr>
                <w:sz w:val="24"/>
                <w:szCs w:val="24"/>
                <w:highlight w:val="green"/>
              </w:rPr>
              <w:t>.Small peninsula of Attica</w:t>
            </w:r>
          </w:p>
          <w:p w:rsidR="00B24FBD" w:rsidRPr="00F8538F" w:rsidRDefault="00B24FBD" w:rsidP="00B506F9">
            <w:pPr>
              <w:rPr>
                <w:sz w:val="24"/>
                <w:szCs w:val="24"/>
                <w:highlight w:val="green"/>
              </w:rPr>
            </w:pPr>
          </w:p>
          <w:p w:rsidR="00B506F9" w:rsidRPr="00F8538F" w:rsidRDefault="00B506F9" w:rsidP="00B506F9">
            <w:pPr>
              <w:rPr>
                <w:sz w:val="24"/>
                <w:szCs w:val="24"/>
                <w:highlight w:val="green"/>
              </w:rPr>
            </w:pPr>
            <w:r w:rsidRPr="00F8538F">
              <w:rPr>
                <w:sz w:val="24"/>
                <w:szCs w:val="24"/>
                <w:highlight w:val="green"/>
              </w:rPr>
              <w:t>.Mountainou</w:t>
            </w:r>
            <w:r w:rsidR="00B24FBD" w:rsidRPr="00F8538F">
              <w:rPr>
                <w:sz w:val="24"/>
                <w:szCs w:val="24"/>
                <w:highlight w:val="green"/>
              </w:rPr>
              <w:t>s</w:t>
            </w:r>
          </w:p>
          <w:p w:rsidR="00B24FBD" w:rsidRPr="00F8538F" w:rsidRDefault="00B24FBD" w:rsidP="00B506F9">
            <w:pPr>
              <w:rPr>
                <w:sz w:val="24"/>
                <w:szCs w:val="24"/>
                <w:highlight w:val="green"/>
              </w:rPr>
            </w:pPr>
          </w:p>
          <w:p w:rsidR="00B506F9" w:rsidRPr="00F8538F" w:rsidRDefault="00B506F9" w:rsidP="00B506F9">
            <w:pPr>
              <w:rPr>
                <w:sz w:val="24"/>
                <w:szCs w:val="24"/>
                <w:highlight w:val="green"/>
              </w:rPr>
            </w:pPr>
            <w:r w:rsidRPr="00F8538F">
              <w:rPr>
                <w:sz w:val="24"/>
                <w:szCs w:val="24"/>
                <w:highlight w:val="green"/>
              </w:rPr>
              <w:t>.Near African-Eurasian fault line border</w:t>
            </w:r>
          </w:p>
          <w:p w:rsidR="00B24FBD" w:rsidRPr="00F8538F" w:rsidRDefault="00B24FBD" w:rsidP="00B506F9">
            <w:pPr>
              <w:rPr>
                <w:sz w:val="24"/>
                <w:szCs w:val="24"/>
                <w:highlight w:val="green"/>
              </w:rPr>
            </w:pPr>
          </w:p>
          <w:p w:rsidR="00B506F9" w:rsidRPr="00F8538F" w:rsidRDefault="00B506F9" w:rsidP="00B506F9">
            <w:pPr>
              <w:rPr>
                <w:sz w:val="24"/>
                <w:szCs w:val="24"/>
                <w:highlight w:val="green"/>
              </w:rPr>
            </w:pPr>
            <w:r w:rsidRPr="00F8538F">
              <w:rPr>
                <w:sz w:val="24"/>
                <w:szCs w:val="24"/>
                <w:highlight w:val="green"/>
              </w:rPr>
              <w:t>.Cliffs</w:t>
            </w:r>
          </w:p>
          <w:p w:rsidR="00B24FBD" w:rsidRPr="00F8538F" w:rsidRDefault="00B24FBD" w:rsidP="00B506F9">
            <w:pPr>
              <w:rPr>
                <w:sz w:val="24"/>
                <w:szCs w:val="24"/>
                <w:highlight w:val="green"/>
              </w:rPr>
            </w:pPr>
          </w:p>
          <w:p w:rsidR="00B506F9" w:rsidRPr="00F8538F" w:rsidRDefault="00B506F9" w:rsidP="00B506F9">
            <w:pPr>
              <w:rPr>
                <w:sz w:val="24"/>
                <w:szCs w:val="24"/>
                <w:highlight w:val="green"/>
              </w:rPr>
            </w:pPr>
            <w:r w:rsidRPr="00F8538F">
              <w:rPr>
                <w:sz w:val="24"/>
                <w:szCs w:val="24"/>
                <w:highlight w:val="green"/>
              </w:rPr>
              <w:t>.Rugged</w:t>
            </w:r>
          </w:p>
          <w:p w:rsidR="00B24FBD" w:rsidRPr="00F8538F" w:rsidRDefault="00B24FBD" w:rsidP="00B506F9">
            <w:pPr>
              <w:rPr>
                <w:sz w:val="24"/>
                <w:szCs w:val="24"/>
                <w:highlight w:val="green"/>
              </w:rPr>
            </w:pPr>
          </w:p>
          <w:p w:rsidR="00B506F9" w:rsidRPr="00F8538F" w:rsidRDefault="00B506F9" w:rsidP="00B506F9">
            <w:pPr>
              <w:rPr>
                <w:sz w:val="24"/>
                <w:szCs w:val="24"/>
                <w:highlight w:val="green"/>
              </w:rPr>
            </w:pPr>
            <w:r w:rsidRPr="00F8538F">
              <w:rPr>
                <w:sz w:val="24"/>
                <w:szCs w:val="24"/>
                <w:highlight w:val="green"/>
              </w:rPr>
              <w:t>. Plateau in the middle of the city [The Acropolis]</w:t>
            </w:r>
          </w:p>
          <w:p w:rsidR="00B24FBD" w:rsidRPr="00F8538F" w:rsidRDefault="00B24FBD" w:rsidP="00B506F9">
            <w:pPr>
              <w:rPr>
                <w:sz w:val="24"/>
                <w:szCs w:val="24"/>
                <w:highlight w:val="green"/>
              </w:rPr>
            </w:pPr>
          </w:p>
          <w:p w:rsidR="00B506F9" w:rsidRPr="00F8538F" w:rsidRDefault="00B506F9" w:rsidP="00B506F9">
            <w:pPr>
              <w:rPr>
                <w:sz w:val="24"/>
                <w:szCs w:val="24"/>
                <w:highlight w:val="green"/>
              </w:rPr>
            </w:pPr>
            <w:r w:rsidRPr="00F8538F">
              <w:rPr>
                <w:sz w:val="24"/>
                <w:szCs w:val="24"/>
                <w:highlight w:val="green"/>
              </w:rPr>
              <w:t>.Coastal</w:t>
            </w:r>
          </w:p>
          <w:p w:rsidR="00B24FBD" w:rsidRPr="00F8538F" w:rsidRDefault="00B24FBD" w:rsidP="00B506F9">
            <w:pPr>
              <w:rPr>
                <w:sz w:val="24"/>
                <w:szCs w:val="24"/>
                <w:highlight w:val="green"/>
              </w:rPr>
            </w:pPr>
          </w:p>
          <w:p w:rsidR="00B506F9" w:rsidRPr="00F8538F" w:rsidRDefault="00CA4755" w:rsidP="00B506F9">
            <w:pPr>
              <w:rPr>
                <w:sz w:val="24"/>
                <w:szCs w:val="24"/>
                <w:highlight w:val="green"/>
              </w:rPr>
            </w:pPr>
            <w:r w:rsidRPr="00F8538F">
              <w:rPr>
                <w:sz w:val="24"/>
                <w:szCs w:val="24"/>
                <w:highlight w:val="green"/>
              </w:rPr>
              <w:t>.</w:t>
            </w:r>
            <w:r w:rsidR="00B02AB0">
              <w:rPr>
                <w:sz w:val="24"/>
                <w:szCs w:val="24"/>
                <w:highlight w:val="green"/>
              </w:rPr>
              <w:t>Better than sufficient</w:t>
            </w:r>
            <w:r w:rsidRPr="00F8538F">
              <w:rPr>
                <w:sz w:val="24"/>
                <w:szCs w:val="24"/>
                <w:highlight w:val="green"/>
              </w:rPr>
              <w:t xml:space="preserve"> farmland</w:t>
            </w:r>
            <w:r w:rsidR="00B02AB0">
              <w:rPr>
                <w:sz w:val="24"/>
                <w:szCs w:val="24"/>
                <w:highlight w:val="green"/>
              </w:rPr>
              <w:t xml:space="preserve"> that can grow a tiny bit better amount than most of Greece</w:t>
            </w:r>
          </w:p>
          <w:p w:rsidR="00B24FBD" w:rsidRPr="00F8538F" w:rsidRDefault="00B24FBD" w:rsidP="00B506F9">
            <w:pPr>
              <w:rPr>
                <w:sz w:val="24"/>
                <w:szCs w:val="24"/>
                <w:highlight w:val="green"/>
              </w:rPr>
            </w:pPr>
          </w:p>
          <w:p w:rsidR="00A941EB" w:rsidRDefault="00A941EB" w:rsidP="00B506F9">
            <w:pPr>
              <w:rPr>
                <w:sz w:val="24"/>
                <w:szCs w:val="24"/>
              </w:rPr>
            </w:pPr>
            <w:r w:rsidRPr="00F8538F">
              <w:rPr>
                <w:sz w:val="24"/>
                <w:szCs w:val="24"/>
                <w:highlight w:val="green"/>
              </w:rPr>
              <w:t>.Mediterranean Climate= Mild/Hot</w:t>
            </w:r>
          </w:p>
          <w:p w:rsidR="00B02AB0" w:rsidRDefault="00B02AB0" w:rsidP="00B506F9">
            <w:pPr>
              <w:rPr>
                <w:sz w:val="24"/>
                <w:szCs w:val="24"/>
              </w:rPr>
            </w:pPr>
          </w:p>
          <w:p w:rsidR="00B02AB0" w:rsidRPr="00B506F9" w:rsidRDefault="00B02AB0" w:rsidP="00B506F9">
            <w:r w:rsidRPr="00B02AB0">
              <w:rPr>
                <w:sz w:val="24"/>
                <w:szCs w:val="24"/>
                <w:highlight w:val="green"/>
              </w:rPr>
              <w:t>.Near Ionian Sea, Aegean Sea, and Mediterranean Sea</w:t>
            </w:r>
          </w:p>
        </w:tc>
        <w:tc>
          <w:tcPr>
            <w:tcW w:w="4770" w:type="dxa"/>
          </w:tcPr>
          <w:p w:rsidR="00B506F9" w:rsidRPr="002B24B5" w:rsidRDefault="00CA4755" w:rsidP="00B506F9">
            <w:pPr>
              <w:rPr>
                <w:sz w:val="20"/>
                <w:szCs w:val="20"/>
                <w:highlight w:val="yellow"/>
              </w:rPr>
            </w:pPr>
            <w:r w:rsidRPr="002B24B5">
              <w:rPr>
                <w:sz w:val="20"/>
                <w:szCs w:val="20"/>
                <w:highlight w:val="yellow"/>
              </w:rPr>
              <w:t>.Used harbors [sheltered coastal towns] to export goods and receive imports</w:t>
            </w:r>
          </w:p>
          <w:p w:rsidR="00B24FBD" w:rsidRPr="002B24B5" w:rsidRDefault="00B24FBD" w:rsidP="00B506F9">
            <w:pPr>
              <w:rPr>
                <w:sz w:val="20"/>
                <w:szCs w:val="20"/>
                <w:highlight w:val="yellow"/>
              </w:rPr>
            </w:pPr>
          </w:p>
          <w:p w:rsidR="00CA4755" w:rsidRPr="002B24B5" w:rsidRDefault="00CA4755" w:rsidP="00B506F9">
            <w:pPr>
              <w:rPr>
                <w:sz w:val="20"/>
                <w:szCs w:val="20"/>
                <w:highlight w:val="yellow"/>
              </w:rPr>
            </w:pPr>
            <w:r w:rsidRPr="002B24B5">
              <w:rPr>
                <w:sz w:val="20"/>
                <w:szCs w:val="20"/>
                <w:highlight w:val="yellow"/>
              </w:rPr>
              <w:t>.Not much fertile soil for grain in Greece , and it was of low in Greece, but there were many olive trees and grape vines , so the Athenians traded olive oil, grapes and other goods for grain/wheat/bread</w:t>
            </w:r>
          </w:p>
          <w:p w:rsidR="00B24FBD" w:rsidRPr="002B24B5" w:rsidRDefault="00B24FBD" w:rsidP="00B506F9">
            <w:pPr>
              <w:rPr>
                <w:sz w:val="20"/>
                <w:szCs w:val="20"/>
                <w:highlight w:val="yellow"/>
              </w:rPr>
            </w:pPr>
          </w:p>
          <w:p w:rsidR="00CA4755" w:rsidRPr="002B24B5" w:rsidRDefault="00C6382A" w:rsidP="00B506F9">
            <w:pPr>
              <w:rPr>
                <w:sz w:val="20"/>
                <w:szCs w:val="20"/>
                <w:highlight w:val="yellow"/>
              </w:rPr>
            </w:pPr>
            <w:r>
              <w:rPr>
                <w:sz w:val="20"/>
                <w:szCs w:val="20"/>
                <w:highlight w:val="yellow"/>
              </w:rPr>
              <w:t xml:space="preserve">.Cattle[rarely], </w:t>
            </w:r>
            <w:r w:rsidR="00CA4755" w:rsidRPr="002B24B5">
              <w:rPr>
                <w:sz w:val="20"/>
                <w:szCs w:val="20"/>
                <w:highlight w:val="yellow"/>
              </w:rPr>
              <w:t>shee</w:t>
            </w:r>
            <w:r>
              <w:rPr>
                <w:sz w:val="20"/>
                <w:szCs w:val="20"/>
                <w:highlight w:val="yellow"/>
              </w:rPr>
              <w:t xml:space="preserve">p, </w:t>
            </w:r>
            <w:r w:rsidR="00CA4755" w:rsidRPr="002B24B5">
              <w:rPr>
                <w:sz w:val="20"/>
                <w:szCs w:val="20"/>
                <w:highlight w:val="yellow"/>
              </w:rPr>
              <w:t>goats</w:t>
            </w:r>
            <w:r>
              <w:rPr>
                <w:sz w:val="20"/>
                <w:szCs w:val="20"/>
                <w:highlight w:val="yellow"/>
              </w:rPr>
              <w:t>, and pigs</w:t>
            </w:r>
            <w:r w:rsidR="00CA4755" w:rsidRPr="002B24B5">
              <w:rPr>
                <w:sz w:val="20"/>
                <w:szCs w:val="20"/>
                <w:highlight w:val="yellow"/>
              </w:rPr>
              <w:t xml:space="preserve"> were herded and domesticated</w:t>
            </w:r>
          </w:p>
          <w:p w:rsidR="00B24FBD" w:rsidRPr="002B24B5" w:rsidRDefault="00B24FBD" w:rsidP="00B506F9">
            <w:pPr>
              <w:rPr>
                <w:sz w:val="20"/>
                <w:szCs w:val="20"/>
                <w:highlight w:val="yellow"/>
              </w:rPr>
            </w:pPr>
          </w:p>
          <w:p w:rsidR="00CA4755" w:rsidRPr="002B24B5" w:rsidRDefault="00CA4755" w:rsidP="00B506F9">
            <w:pPr>
              <w:rPr>
                <w:sz w:val="20"/>
                <w:szCs w:val="20"/>
                <w:highlight w:val="yellow"/>
              </w:rPr>
            </w:pPr>
            <w:r w:rsidRPr="002B24B5">
              <w:rPr>
                <w:sz w:val="20"/>
                <w:szCs w:val="20"/>
                <w:highlight w:val="yellow"/>
              </w:rPr>
              <w:t>.Pottery was a major export</w:t>
            </w:r>
          </w:p>
          <w:p w:rsidR="00B24FBD" w:rsidRPr="002B24B5" w:rsidRDefault="00B24FBD" w:rsidP="00B506F9">
            <w:pPr>
              <w:rPr>
                <w:sz w:val="20"/>
                <w:szCs w:val="20"/>
                <w:highlight w:val="yellow"/>
              </w:rPr>
            </w:pPr>
          </w:p>
          <w:p w:rsidR="00CA4755" w:rsidRPr="002B24B5" w:rsidRDefault="00CA4755" w:rsidP="00B506F9">
            <w:pPr>
              <w:rPr>
                <w:sz w:val="20"/>
                <w:szCs w:val="20"/>
                <w:highlight w:val="yellow"/>
              </w:rPr>
            </w:pPr>
            <w:r w:rsidRPr="002B24B5">
              <w:rPr>
                <w:sz w:val="20"/>
                <w:szCs w:val="20"/>
                <w:highlight w:val="yellow"/>
              </w:rPr>
              <w:t>.Sil</w:t>
            </w:r>
            <w:r w:rsidR="0078598E">
              <w:rPr>
                <w:sz w:val="20"/>
                <w:szCs w:val="20"/>
                <w:highlight w:val="yellow"/>
              </w:rPr>
              <w:t xml:space="preserve">ver and other metals were also </w:t>
            </w:r>
            <w:r w:rsidRPr="002B24B5">
              <w:rPr>
                <w:sz w:val="20"/>
                <w:szCs w:val="20"/>
                <w:highlight w:val="yellow"/>
              </w:rPr>
              <w:t>major exports for other goods</w:t>
            </w:r>
            <w:r w:rsidR="00B24FBD" w:rsidRPr="002B24B5">
              <w:rPr>
                <w:sz w:val="20"/>
                <w:szCs w:val="20"/>
                <w:highlight w:val="yellow"/>
              </w:rPr>
              <w:t xml:space="preserve"> </w:t>
            </w:r>
          </w:p>
          <w:p w:rsidR="00B24FBD" w:rsidRPr="002B24B5" w:rsidRDefault="00B24FBD" w:rsidP="00B506F9">
            <w:pPr>
              <w:rPr>
                <w:sz w:val="20"/>
                <w:szCs w:val="20"/>
                <w:highlight w:val="yellow"/>
              </w:rPr>
            </w:pPr>
          </w:p>
          <w:p w:rsidR="00B24FBD" w:rsidRPr="002B24B5" w:rsidRDefault="00B24FBD" w:rsidP="00B506F9">
            <w:pPr>
              <w:rPr>
                <w:sz w:val="20"/>
                <w:szCs w:val="20"/>
                <w:highlight w:val="yellow"/>
              </w:rPr>
            </w:pPr>
            <w:r w:rsidRPr="002B24B5">
              <w:rPr>
                <w:sz w:val="20"/>
                <w:szCs w:val="20"/>
                <w:highlight w:val="yellow"/>
              </w:rPr>
              <w:t xml:space="preserve">.Democratic Government where people vote on important matters </w:t>
            </w:r>
          </w:p>
          <w:p w:rsidR="00B24FBD" w:rsidRPr="002B24B5" w:rsidRDefault="00B24FBD" w:rsidP="00B506F9">
            <w:pPr>
              <w:rPr>
                <w:sz w:val="20"/>
                <w:szCs w:val="20"/>
                <w:highlight w:val="yellow"/>
              </w:rPr>
            </w:pPr>
          </w:p>
          <w:p w:rsidR="00B24FBD" w:rsidRPr="002B24B5" w:rsidRDefault="00B24FBD" w:rsidP="00B506F9">
            <w:pPr>
              <w:rPr>
                <w:sz w:val="20"/>
                <w:szCs w:val="20"/>
                <w:highlight w:val="yellow"/>
              </w:rPr>
            </w:pPr>
            <w:r w:rsidRPr="002B24B5">
              <w:rPr>
                <w:sz w:val="20"/>
                <w:szCs w:val="20"/>
                <w:highlight w:val="yellow"/>
              </w:rPr>
              <w:t>.M</w:t>
            </w:r>
            <w:r w:rsidR="00131274">
              <w:rPr>
                <w:sz w:val="20"/>
                <w:szCs w:val="20"/>
                <w:highlight w:val="yellow"/>
              </w:rPr>
              <w:t xml:space="preserve">ost common </w:t>
            </w:r>
            <w:r w:rsidRPr="002B24B5">
              <w:rPr>
                <w:sz w:val="20"/>
                <w:szCs w:val="20"/>
                <w:highlight w:val="yellow"/>
              </w:rPr>
              <w:t>jobs for people who couldn’t afford to go to school were; potters, stoneworkers, meta</w:t>
            </w:r>
            <w:r w:rsidR="00FC5DA7" w:rsidRPr="002B24B5">
              <w:rPr>
                <w:sz w:val="20"/>
                <w:szCs w:val="20"/>
                <w:highlight w:val="yellow"/>
              </w:rPr>
              <w:t>l workers, soldiers, farmers,</w:t>
            </w:r>
            <w:r w:rsidRPr="002B24B5">
              <w:rPr>
                <w:sz w:val="20"/>
                <w:szCs w:val="20"/>
                <w:highlight w:val="yellow"/>
              </w:rPr>
              <w:t xml:space="preserve"> basic builders</w:t>
            </w:r>
            <w:r w:rsidR="00FC5DA7" w:rsidRPr="002B24B5">
              <w:rPr>
                <w:sz w:val="20"/>
                <w:szCs w:val="20"/>
                <w:highlight w:val="yellow"/>
              </w:rPr>
              <w:t>, fishermen, tradesmen</w:t>
            </w:r>
            <w:r w:rsidR="00131274">
              <w:rPr>
                <w:sz w:val="20"/>
                <w:szCs w:val="20"/>
                <w:highlight w:val="yellow"/>
              </w:rPr>
              <w:t>, and MANY, MANY more</w:t>
            </w:r>
          </w:p>
          <w:p w:rsidR="00B02AB0" w:rsidRPr="002B24B5" w:rsidRDefault="00B02AB0" w:rsidP="00B506F9">
            <w:pPr>
              <w:rPr>
                <w:sz w:val="20"/>
                <w:szCs w:val="20"/>
              </w:rPr>
            </w:pPr>
          </w:p>
          <w:p w:rsidR="00B24FBD" w:rsidRPr="002B24B5" w:rsidRDefault="00B24FBD" w:rsidP="00B506F9">
            <w:pPr>
              <w:rPr>
                <w:sz w:val="20"/>
                <w:szCs w:val="20"/>
              </w:rPr>
            </w:pPr>
            <w:r w:rsidRPr="002B24B5">
              <w:rPr>
                <w:sz w:val="20"/>
                <w:szCs w:val="20"/>
                <w:highlight w:val="yellow"/>
              </w:rPr>
              <w:t>.</w:t>
            </w:r>
            <w:r w:rsidR="000B7C7D" w:rsidRPr="002B24B5">
              <w:rPr>
                <w:sz w:val="20"/>
                <w:szCs w:val="20"/>
                <w:highlight w:val="yellow"/>
              </w:rPr>
              <w:t>Olive Oil= seasoning for food, and lotion</w:t>
            </w:r>
          </w:p>
          <w:p w:rsidR="000B7C7D" w:rsidRPr="002B24B5" w:rsidRDefault="000B7C7D" w:rsidP="00B506F9">
            <w:pPr>
              <w:rPr>
                <w:sz w:val="20"/>
                <w:szCs w:val="20"/>
              </w:rPr>
            </w:pPr>
          </w:p>
          <w:p w:rsidR="000B7C7D" w:rsidRPr="002B24B5" w:rsidRDefault="000B7C7D" w:rsidP="00B506F9">
            <w:pPr>
              <w:rPr>
                <w:sz w:val="20"/>
                <w:szCs w:val="20"/>
              </w:rPr>
            </w:pPr>
            <w:r w:rsidRPr="002B24B5">
              <w:rPr>
                <w:sz w:val="20"/>
                <w:szCs w:val="20"/>
                <w:highlight w:val="yellow"/>
              </w:rPr>
              <w:t>. Wool from sheep was made into cloth</w:t>
            </w:r>
          </w:p>
          <w:p w:rsidR="000B7C7D" w:rsidRPr="002B24B5" w:rsidRDefault="000B7C7D" w:rsidP="00B506F9">
            <w:pPr>
              <w:rPr>
                <w:sz w:val="20"/>
                <w:szCs w:val="20"/>
              </w:rPr>
            </w:pPr>
          </w:p>
          <w:p w:rsidR="00CA4755" w:rsidRPr="002B24B5" w:rsidRDefault="000B7C7D" w:rsidP="00B506F9">
            <w:pPr>
              <w:rPr>
                <w:sz w:val="20"/>
                <w:szCs w:val="20"/>
              </w:rPr>
            </w:pPr>
            <w:r w:rsidRPr="002B24B5">
              <w:rPr>
                <w:sz w:val="20"/>
                <w:szCs w:val="20"/>
                <w:highlight w:val="yellow"/>
              </w:rPr>
              <w:t>.Trade Routes- Routes to follow to trade by sea, because from Greece, it would be very long to walk all the way to Egypt, or Italy, or Persia</w:t>
            </w:r>
          </w:p>
          <w:p w:rsidR="000B7C7D" w:rsidRPr="002B24B5" w:rsidRDefault="000B7C7D" w:rsidP="00B506F9">
            <w:pPr>
              <w:rPr>
                <w:sz w:val="20"/>
                <w:szCs w:val="20"/>
              </w:rPr>
            </w:pPr>
          </w:p>
          <w:p w:rsidR="00FC5DA7" w:rsidRPr="002B24B5" w:rsidRDefault="00FC5DA7" w:rsidP="00B506F9">
            <w:pPr>
              <w:rPr>
                <w:sz w:val="20"/>
                <w:szCs w:val="20"/>
              </w:rPr>
            </w:pPr>
            <w:r w:rsidRPr="002B24B5">
              <w:rPr>
                <w:sz w:val="20"/>
                <w:szCs w:val="20"/>
                <w:highlight w:val="yellow"/>
              </w:rPr>
              <w:t>.</w:t>
            </w:r>
            <w:r w:rsidR="002B24B5" w:rsidRPr="002B24B5">
              <w:rPr>
                <w:sz w:val="20"/>
                <w:szCs w:val="20"/>
                <w:highlight w:val="yellow"/>
              </w:rPr>
              <w:t>Coins were able to be minted</w:t>
            </w:r>
          </w:p>
          <w:p w:rsidR="00FC5DA7" w:rsidRPr="002B24B5" w:rsidRDefault="00FC5DA7" w:rsidP="00B506F9">
            <w:pPr>
              <w:rPr>
                <w:sz w:val="20"/>
                <w:szCs w:val="20"/>
              </w:rPr>
            </w:pPr>
          </w:p>
          <w:p w:rsidR="002B24B5" w:rsidRPr="00C6382A" w:rsidRDefault="002B24B5" w:rsidP="00B506F9">
            <w:pPr>
              <w:rPr>
                <w:sz w:val="20"/>
                <w:szCs w:val="20"/>
              </w:rPr>
            </w:pPr>
            <w:r w:rsidRPr="002B24B5">
              <w:rPr>
                <w:sz w:val="20"/>
                <w:szCs w:val="20"/>
                <w:highlight w:val="yellow"/>
              </w:rPr>
              <w:t>.Wine was gotten from vineyards on sunny hillsides</w:t>
            </w:r>
          </w:p>
        </w:tc>
        <w:tc>
          <w:tcPr>
            <w:tcW w:w="4084" w:type="dxa"/>
          </w:tcPr>
          <w:p w:rsidR="002B24B5" w:rsidRPr="002B24B5" w:rsidRDefault="00F8538F" w:rsidP="00B506F9">
            <w:pPr>
              <w:rPr>
                <w:highlight w:val="red"/>
              </w:rPr>
            </w:pPr>
            <w:r w:rsidRPr="002B24B5">
              <w:rPr>
                <w:highlight w:val="red"/>
              </w:rPr>
              <w:t>.Geometry- the studying of shapes and lines, mainly formed and studied by the Greeks</w:t>
            </w:r>
          </w:p>
          <w:p w:rsidR="002B24B5" w:rsidRPr="002B24B5" w:rsidRDefault="006629DD" w:rsidP="00B506F9">
            <w:pPr>
              <w:rPr>
                <w:highlight w:val="cyan"/>
              </w:rPr>
            </w:pPr>
            <w:r w:rsidRPr="002B24B5">
              <w:rPr>
                <w:highlight w:val="cyan"/>
              </w:rPr>
              <w:t>. Jury- a group of trained people who listen to a case or crime that should be presented before the court</w:t>
            </w:r>
          </w:p>
          <w:p w:rsidR="002B24B5" w:rsidRPr="002B24B5" w:rsidRDefault="006629DD" w:rsidP="00B506F9">
            <w:pPr>
              <w:rPr>
                <w:highlight w:val="green"/>
              </w:rPr>
            </w:pPr>
            <w:r w:rsidRPr="002B24B5">
              <w:rPr>
                <w:highlight w:val="green"/>
              </w:rPr>
              <w:t>.Greek Architecture- the Greeks used many columns, pillars, and fancier rooftops in important buildings that have shaped how people build today</w:t>
            </w:r>
          </w:p>
          <w:p w:rsidR="002B24B5" w:rsidRPr="002B24B5" w:rsidRDefault="006629DD" w:rsidP="00B506F9">
            <w:pPr>
              <w:rPr>
                <w:highlight w:val="red"/>
              </w:rPr>
            </w:pPr>
            <w:r w:rsidRPr="002B24B5">
              <w:rPr>
                <w:highlight w:val="red"/>
              </w:rPr>
              <w:t>.Trireme</w:t>
            </w:r>
            <w:r w:rsidR="00162847">
              <w:rPr>
                <w:highlight w:val="red"/>
              </w:rPr>
              <w:t>s</w:t>
            </w:r>
            <w:r w:rsidRPr="002B24B5">
              <w:rPr>
                <w:highlight w:val="red"/>
              </w:rPr>
              <w:t xml:space="preserve">- used mainly during the Peloponnesian war when Athens and Sparta were at war, a trireme is a boat with three rows of oars, a ram for ramming into ships, and everything modern ships </w:t>
            </w:r>
            <w:r w:rsidR="00E80BFA">
              <w:rPr>
                <w:highlight w:val="red"/>
              </w:rPr>
              <w:t>of the day had,</w:t>
            </w:r>
            <w:r w:rsidRPr="002B24B5">
              <w:rPr>
                <w:highlight w:val="red"/>
              </w:rPr>
              <w:t xml:space="preserve"> that was also used as an escort for trading ships</w:t>
            </w:r>
          </w:p>
          <w:p w:rsidR="002B24B5" w:rsidRPr="002B24B5" w:rsidRDefault="006629DD" w:rsidP="00B506F9">
            <w:pPr>
              <w:rPr>
                <w:highlight w:val="cyan"/>
              </w:rPr>
            </w:pPr>
            <w:r w:rsidRPr="002B24B5">
              <w:rPr>
                <w:highlight w:val="cyan"/>
              </w:rPr>
              <w:t>.Trading Routes-used by the Greeks to get to a country on a safe, specific path to trade good for goods or money</w:t>
            </w:r>
          </w:p>
          <w:p w:rsidR="002B24B5" w:rsidRPr="002B24B5" w:rsidRDefault="006629DD" w:rsidP="00B506F9">
            <w:pPr>
              <w:rPr>
                <w:highlight w:val="green"/>
              </w:rPr>
            </w:pPr>
            <w:r w:rsidRPr="002B24B5">
              <w:rPr>
                <w:highlight w:val="green"/>
              </w:rPr>
              <w:t>.Phalanxes- Greek long spears</w:t>
            </w:r>
          </w:p>
          <w:p w:rsidR="00EC0CD3" w:rsidRDefault="00EC0CD3" w:rsidP="00B506F9">
            <w:pPr>
              <w:rPr>
                <w:highlight w:val="red"/>
              </w:rPr>
            </w:pPr>
            <w:r>
              <w:rPr>
                <w:highlight w:val="red"/>
              </w:rPr>
              <w:t>Harbor- Sheltered Port Town on the coast.</w:t>
            </w:r>
          </w:p>
          <w:p w:rsidR="006629DD" w:rsidRPr="002B24B5" w:rsidRDefault="006629DD" w:rsidP="00B506F9">
            <w:pPr>
              <w:rPr>
                <w:highlight w:val="cyan"/>
              </w:rPr>
            </w:pPr>
            <w:r w:rsidRPr="002B24B5">
              <w:rPr>
                <w:highlight w:val="cyan"/>
              </w:rPr>
              <w:t>.Assembly-group or gathering of people who vote an listen to leaders</w:t>
            </w:r>
          </w:p>
          <w:p w:rsidR="002B24B5" w:rsidRDefault="000B7C7D" w:rsidP="00B506F9">
            <w:pPr>
              <w:rPr>
                <w:highlight w:val="green"/>
              </w:rPr>
            </w:pPr>
            <w:r w:rsidRPr="002B24B5">
              <w:rPr>
                <w:highlight w:val="green"/>
              </w:rPr>
              <w:t>.Agora- Public Meeting Area</w:t>
            </w:r>
            <w:r w:rsidR="00162847">
              <w:rPr>
                <w:highlight w:val="green"/>
              </w:rPr>
              <w:t xml:space="preserve"> where official government buildings were located.</w:t>
            </w:r>
          </w:p>
          <w:p w:rsidR="00E80BFA" w:rsidRDefault="00E80BFA" w:rsidP="00B506F9">
            <w:pPr>
              <w:rPr>
                <w:highlight w:val="red"/>
              </w:rPr>
            </w:pPr>
            <w:r w:rsidRPr="00E80BFA">
              <w:rPr>
                <w:highlight w:val="red"/>
              </w:rPr>
              <w:t>.Mountain Paths- Paths that were usually dirt, flat paths that lead through the mountains safely</w:t>
            </w:r>
          </w:p>
          <w:p w:rsidR="00162847" w:rsidRPr="0008086F" w:rsidRDefault="00162847" w:rsidP="00B506F9">
            <w:pPr>
              <w:rPr>
                <w:highlight w:val="green"/>
              </w:rPr>
            </w:pPr>
            <w:r w:rsidRPr="00162847">
              <w:rPr>
                <w:highlight w:val="cyan"/>
              </w:rPr>
              <w:t>Bronze Armor- Armor for soldiers</w:t>
            </w:r>
          </w:p>
        </w:tc>
      </w:tr>
      <w:tr w:rsidR="00B506F9" w:rsidTr="00131274">
        <w:trPr>
          <w:trHeight w:val="10430"/>
        </w:trPr>
        <w:tc>
          <w:tcPr>
            <w:tcW w:w="1818" w:type="dxa"/>
          </w:tcPr>
          <w:p w:rsidR="00B12A44" w:rsidRDefault="00B12A44" w:rsidP="00B506F9"/>
          <w:p w:rsidR="00B12A44" w:rsidRDefault="00B12A44" w:rsidP="00B506F9"/>
          <w:p w:rsidR="00B12A44" w:rsidRDefault="00B12A44" w:rsidP="00B506F9"/>
          <w:p w:rsidR="00B12A44" w:rsidRDefault="00B12A44" w:rsidP="00B506F9"/>
          <w:p w:rsidR="00B12A44" w:rsidRDefault="00B12A44" w:rsidP="00B506F9"/>
          <w:p w:rsidR="00B12A44" w:rsidRDefault="00B12A44" w:rsidP="00B506F9"/>
          <w:p w:rsidR="00B12A44" w:rsidRDefault="00B12A44" w:rsidP="00B506F9"/>
          <w:p w:rsidR="00B12A44" w:rsidRDefault="00B12A44" w:rsidP="00B506F9"/>
          <w:p w:rsidR="00B12A44" w:rsidRDefault="00B12A44" w:rsidP="00B506F9"/>
          <w:p w:rsidR="00B12A44" w:rsidRDefault="00B12A44" w:rsidP="00B506F9"/>
          <w:p w:rsidR="00B12A44" w:rsidRDefault="00B12A44" w:rsidP="00B506F9"/>
          <w:p w:rsidR="00B12A44" w:rsidRDefault="00B12A44" w:rsidP="00B506F9">
            <w:pPr>
              <w:rPr>
                <w:sz w:val="56"/>
                <w:szCs w:val="56"/>
              </w:rPr>
            </w:pPr>
          </w:p>
          <w:p w:rsidR="00B506F9" w:rsidRPr="00B506F9" w:rsidRDefault="00B506F9" w:rsidP="00B506F9">
            <w:pPr>
              <w:rPr>
                <w:sz w:val="56"/>
                <w:szCs w:val="56"/>
              </w:rPr>
            </w:pPr>
            <w:r w:rsidRPr="00F8538F">
              <w:rPr>
                <w:sz w:val="56"/>
                <w:szCs w:val="56"/>
                <w:highlight w:val="cyan"/>
              </w:rPr>
              <w:t>Sparta</w:t>
            </w:r>
          </w:p>
        </w:tc>
        <w:tc>
          <w:tcPr>
            <w:tcW w:w="4140" w:type="dxa"/>
          </w:tcPr>
          <w:p w:rsidR="00B506F9" w:rsidRPr="00F8538F" w:rsidRDefault="00B24FBD" w:rsidP="00B506F9">
            <w:pPr>
              <w:rPr>
                <w:sz w:val="24"/>
                <w:szCs w:val="24"/>
                <w:highlight w:val="green"/>
              </w:rPr>
            </w:pPr>
            <w:proofErr w:type="spellStart"/>
            <w:r w:rsidRPr="00F8538F">
              <w:rPr>
                <w:sz w:val="24"/>
                <w:szCs w:val="24"/>
                <w:highlight w:val="green"/>
              </w:rPr>
              <w:t>nland</w:t>
            </w:r>
            <w:proofErr w:type="spellEnd"/>
            <w:r w:rsidRPr="00F8538F">
              <w:rPr>
                <w:sz w:val="24"/>
                <w:szCs w:val="24"/>
                <w:highlight w:val="green"/>
              </w:rPr>
              <w:t xml:space="preserve"> which is located on the tip of the Balkan Peninsula</w:t>
            </w:r>
          </w:p>
          <w:p w:rsidR="00F8538F" w:rsidRPr="00F8538F" w:rsidRDefault="00F8538F" w:rsidP="00B506F9">
            <w:pPr>
              <w:rPr>
                <w:sz w:val="24"/>
                <w:szCs w:val="24"/>
                <w:highlight w:val="green"/>
              </w:rPr>
            </w:pPr>
          </w:p>
          <w:p w:rsidR="00B24FBD" w:rsidRPr="00F8538F" w:rsidRDefault="00B24FBD" w:rsidP="00B506F9">
            <w:pPr>
              <w:rPr>
                <w:sz w:val="24"/>
                <w:szCs w:val="24"/>
                <w:highlight w:val="green"/>
              </w:rPr>
            </w:pPr>
            <w:r w:rsidRPr="00F8538F">
              <w:rPr>
                <w:sz w:val="24"/>
                <w:szCs w:val="24"/>
                <w:highlight w:val="green"/>
              </w:rPr>
              <w:t>. Large island peninsula of Peloponnesus connected to Attica by a small, thin isthmus</w:t>
            </w:r>
          </w:p>
          <w:p w:rsidR="00F8538F" w:rsidRPr="00F8538F" w:rsidRDefault="00F8538F" w:rsidP="00B506F9">
            <w:pPr>
              <w:rPr>
                <w:sz w:val="24"/>
                <w:szCs w:val="24"/>
                <w:highlight w:val="green"/>
              </w:rPr>
            </w:pPr>
          </w:p>
          <w:p w:rsidR="00B24FBD" w:rsidRDefault="00F8538F" w:rsidP="00B506F9">
            <w:pPr>
              <w:rPr>
                <w:sz w:val="24"/>
                <w:szCs w:val="24"/>
                <w:highlight w:val="green"/>
              </w:rPr>
            </w:pPr>
            <w:r>
              <w:rPr>
                <w:sz w:val="24"/>
                <w:szCs w:val="24"/>
                <w:highlight w:val="green"/>
              </w:rPr>
              <w:t>.Mountainous</w:t>
            </w:r>
          </w:p>
          <w:p w:rsidR="002B24B5" w:rsidRDefault="002B24B5" w:rsidP="00B506F9">
            <w:pPr>
              <w:rPr>
                <w:sz w:val="24"/>
                <w:szCs w:val="24"/>
                <w:highlight w:val="green"/>
              </w:rPr>
            </w:pPr>
          </w:p>
          <w:p w:rsidR="002B24B5" w:rsidRDefault="002B24B5" w:rsidP="00B506F9">
            <w:pPr>
              <w:rPr>
                <w:sz w:val="24"/>
                <w:szCs w:val="24"/>
                <w:highlight w:val="green"/>
              </w:rPr>
            </w:pPr>
            <w:r>
              <w:rPr>
                <w:sz w:val="24"/>
                <w:szCs w:val="24"/>
                <w:highlight w:val="green"/>
              </w:rPr>
              <w:t>.Cliffs</w:t>
            </w:r>
          </w:p>
          <w:p w:rsidR="002B24B5" w:rsidRDefault="002B24B5" w:rsidP="00B506F9">
            <w:pPr>
              <w:rPr>
                <w:sz w:val="24"/>
                <w:szCs w:val="24"/>
                <w:highlight w:val="green"/>
              </w:rPr>
            </w:pPr>
          </w:p>
          <w:p w:rsidR="002B24B5" w:rsidRDefault="002B24B5" w:rsidP="00B506F9">
            <w:pPr>
              <w:rPr>
                <w:sz w:val="24"/>
                <w:szCs w:val="24"/>
                <w:highlight w:val="green"/>
              </w:rPr>
            </w:pPr>
            <w:r>
              <w:rPr>
                <w:sz w:val="24"/>
                <w:szCs w:val="24"/>
                <w:highlight w:val="green"/>
              </w:rPr>
              <w:t>.Rugged</w:t>
            </w:r>
          </w:p>
          <w:p w:rsidR="00F8538F" w:rsidRDefault="00F8538F" w:rsidP="00B506F9">
            <w:pPr>
              <w:rPr>
                <w:sz w:val="24"/>
                <w:szCs w:val="24"/>
                <w:highlight w:val="green"/>
              </w:rPr>
            </w:pPr>
          </w:p>
          <w:p w:rsidR="00F8538F" w:rsidRDefault="00F8538F" w:rsidP="00B506F9">
            <w:pPr>
              <w:rPr>
                <w:sz w:val="24"/>
                <w:szCs w:val="24"/>
                <w:highlight w:val="green"/>
              </w:rPr>
            </w:pPr>
            <w:r>
              <w:rPr>
                <w:sz w:val="24"/>
                <w:szCs w:val="24"/>
                <w:highlight w:val="green"/>
              </w:rPr>
              <w:t xml:space="preserve">.Near African Eurasian fault line </w:t>
            </w:r>
          </w:p>
          <w:p w:rsidR="00B02AB0" w:rsidRDefault="00B02AB0" w:rsidP="00B506F9">
            <w:pPr>
              <w:rPr>
                <w:sz w:val="24"/>
                <w:szCs w:val="24"/>
                <w:highlight w:val="green"/>
              </w:rPr>
            </w:pPr>
          </w:p>
          <w:p w:rsidR="00B02AB0" w:rsidRDefault="00B02AB0" w:rsidP="00B506F9">
            <w:pPr>
              <w:rPr>
                <w:sz w:val="24"/>
                <w:szCs w:val="24"/>
                <w:highlight w:val="green"/>
              </w:rPr>
            </w:pPr>
            <w:r>
              <w:rPr>
                <w:sz w:val="24"/>
                <w:szCs w:val="24"/>
                <w:highlight w:val="green"/>
              </w:rPr>
              <w:t>.Some small areas of farmland that can grow sufficient amounts of grain</w:t>
            </w:r>
          </w:p>
          <w:p w:rsidR="00B02AB0" w:rsidRDefault="00B02AB0" w:rsidP="00B506F9">
            <w:pPr>
              <w:rPr>
                <w:sz w:val="24"/>
                <w:szCs w:val="24"/>
                <w:highlight w:val="green"/>
              </w:rPr>
            </w:pPr>
          </w:p>
          <w:p w:rsidR="00B02AB0" w:rsidRDefault="00B02AB0" w:rsidP="00B506F9">
            <w:pPr>
              <w:rPr>
                <w:sz w:val="24"/>
                <w:szCs w:val="24"/>
                <w:highlight w:val="green"/>
              </w:rPr>
            </w:pPr>
            <w:r w:rsidRPr="00B02AB0">
              <w:rPr>
                <w:sz w:val="24"/>
                <w:szCs w:val="24"/>
                <w:highlight w:val="green"/>
              </w:rPr>
              <w:t>.Near Ionian Sea, Aegean Sea, and Mediterranean Sea</w:t>
            </w:r>
          </w:p>
          <w:p w:rsidR="002B24B5" w:rsidRDefault="002B24B5" w:rsidP="00B506F9">
            <w:pPr>
              <w:rPr>
                <w:sz w:val="24"/>
                <w:szCs w:val="24"/>
                <w:highlight w:val="green"/>
              </w:rPr>
            </w:pPr>
          </w:p>
          <w:p w:rsidR="002B24B5" w:rsidRDefault="002B24B5" w:rsidP="00B506F9">
            <w:pPr>
              <w:rPr>
                <w:sz w:val="24"/>
                <w:szCs w:val="24"/>
                <w:highlight w:val="green"/>
              </w:rPr>
            </w:pPr>
            <w:r>
              <w:rPr>
                <w:sz w:val="24"/>
                <w:szCs w:val="24"/>
                <w:highlight w:val="green"/>
              </w:rPr>
              <w:t>.Mediterranean Climate=Mild/Hot</w:t>
            </w:r>
          </w:p>
          <w:p w:rsidR="008C625A" w:rsidRDefault="008C625A" w:rsidP="00B506F9">
            <w:pPr>
              <w:rPr>
                <w:sz w:val="24"/>
                <w:szCs w:val="24"/>
                <w:highlight w:val="green"/>
              </w:rPr>
            </w:pPr>
          </w:p>
          <w:p w:rsidR="008C625A" w:rsidRDefault="008C625A" w:rsidP="00B506F9">
            <w:pPr>
              <w:rPr>
                <w:sz w:val="24"/>
                <w:szCs w:val="24"/>
                <w:highlight w:val="green"/>
              </w:rPr>
            </w:pPr>
            <w:r>
              <w:rPr>
                <w:sz w:val="24"/>
                <w:szCs w:val="24"/>
                <w:highlight w:val="green"/>
              </w:rPr>
              <w:t>.Mountain in the middle of the city where Sparta’s agora was</w:t>
            </w:r>
          </w:p>
          <w:p w:rsidR="008C625A" w:rsidRDefault="008C625A" w:rsidP="00B506F9">
            <w:pPr>
              <w:rPr>
                <w:sz w:val="24"/>
                <w:szCs w:val="24"/>
                <w:highlight w:val="green"/>
              </w:rPr>
            </w:pPr>
          </w:p>
          <w:p w:rsidR="008C625A" w:rsidRPr="00F8538F" w:rsidRDefault="008C625A" w:rsidP="00B506F9">
            <w:pPr>
              <w:rPr>
                <w:sz w:val="24"/>
                <w:szCs w:val="24"/>
                <w:highlight w:val="green"/>
              </w:rPr>
            </w:pPr>
            <w:r>
              <w:rPr>
                <w:sz w:val="24"/>
                <w:szCs w:val="24"/>
                <w:highlight w:val="green"/>
              </w:rPr>
              <w:t xml:space="preserve">Controlled most of southern Peloponnesus </w:t>
            </w:r>
          </w:p>
        </w:tc>
        <w:tc>
          <w:tcPr>
            <w:tcW w:w="4770" w:type="dxa"/>
          </w:tcPr>
          <w:p w:rsidR="00B506F9" w:rsidRDefault="008C625A" w:rsidP="00B506F9">
            <w:pPr>
              <w:rPr>
                <w:sz w:val="20"/>
                <w:szCs w:val="20"/>
              </w:rPr>
            </w:pPr>
            <w:r w:rsidRPr="008C625A">
              <w:rPr>
                <w:sz w:val="20"/>
                <w:szCs w:val="20"/>
                <w:highlight w:val="yellow"/>
              </w:rPr>
              <w:t>Helots- Poor farmers that were not paid that were the people that were conquered by the Spartans. They grew crops and raised animals, and had to give half of all of their farm goods to the Spartan Army and Government.</w:t>
            </w:r>
          </w:p>
          <w:p w:rsidR="008C625A" w:rsidRDefault="008C625A" w:rsidP="00B506F9">
            <w:pPr>
              <w:rPr>
                <w:sz w:val="20"/>
                <w:szCs w:val="20"/>
              </w:rPr>
            </w:pPr>
          </w:p>
          <w:p w:rsidR="008C625A" w:rsidRDefault="008C625A" w:rsidP="00B506F9">
            <w:pPr>
              <w:rPr>
                <w:sz w:val="20"/>
                <w:szCs w:val="20"/>
              </w:rPr>
            </w:pPr>
            <w:r w:rsidRPr="008C625A">
              <w:rPr>
                <w:sz w:val="20"/>
                <w:szCs w:val="20"/>
                <w:highlight w:val="yellow"/>
              </w:rPr>
              <w:t xml:space="preserve">Most common job is soldier, because all men at age seven trained to be soldiers and learned how to read and </w:t>
            </w:r>
            <w:r w:rsidRPr="00162847">
              <w:rPr>
                <w:sz w:val="20"/>
                <w:szCs w:val="20"/>
                <w:highlight w:val="yellow"/>
              </w:rPr>
              <w:t>write.</w:t>
            </w:r>
            <w:r w:rsidR="00162847" w:rsidRPr="00162847">
              <w:rPr>
                <w:sz w:val="20"/>
                <w:szCs w:val="20"/>
                <w:highlight w:val="yellow"/>
              </w:rPr>
              <w:t xml:space="preserve"> </w:t>
            </w:r>
            <w:r w:rsidRPr="00162847">
              <w:rPr>
                <w:sz w:val="20"/>
                <w:szCs w:val="20"/>
                <w:highlight w:val="yellow"/>
              </w:rPr>
              <w:t xml:space="preserve">Women </w:t>
            </w:r>
            <w:r w:rsidRPr="008C625A">
              <w:rPr>
                <w:sz w:val="20"/>
                <w:szCs w:val="20"/>
                <w:highlight w:val="yellow"/>
              </w:rPr>
              <w:t>could not be soldiers, but were taught mother skills, home skills, and how to be strong mothers.</w:t>
            </w:r>
          </w:p>
          <w:p w:rsidR="008C625A" w:rsidRDefault="008C625A" w:rsidP="00B506F9">
            <w:pPr>
              <w:rPr>
                <w:sz w:val="20"/>
                <w:szCs w:val="20"/>
              </w:rPr>
            </w:pPr>
          </w:p>
          <w:p w:rsidR="008C625A" w:rsidRDefault="008C625A" w:rsidP="00B506F9">
            <w:pPr>
              <w:rPr>
                <w:sz w:val="20"/>
                <w:szCs w:val="20"/>
              </w:rPr>
            </w:pPr>
            <w:r w:rsidRPr="00162847">
              <w:rPr>
                <w:sz w:val="20"/>
                <w:szCs w:val="20"/>
                <w:highlight w:val="yellow"/>
              </w:rPr>
              <w:t>Wheat, Barley, Olives, Grapes</w:t>
            </w:r>
            <w:r w:rsidR="00162847" w:rsidRPr="00162847">
              <w:rPr>
                <w:sz w:val="20"/>
                <w:szCs w:val="20"/>
                <w:highlight w:val="yellow"/>
              </w:rPr>
              <w:t xml:space="preserve"> were the most commonly grown crops.</w:t>
            </w:r>
          </w:p>
          <w:p w:rsidR="00162847" w:rsidRDefault="00162847" w:rsidP="00B506F9">
            <w:pPr>
              <w:rPr>
                <w:sz w:val="20"/>
                <w:szCs w:val="20"/>
              </w:rPr>
            </w:pPr>
          </w:p>
          <w:p w:rsidR="00162847" w:rsidRDefault="00162847" w:rsidP="00B506F9">
            <w:pPr>
              <w:rPr>
                <w:sz w:val="20"/>
                <w:szCs w:val="20"/>
              </w:rPr>
            </w:pPr>
            <w:r w:rsidRPr="00162847">
              <w:rPr>
                <w:sz w:val="20"/>
                <w:szCs w:val="20"/>
                <w:highlight w:val="yellow"/>
              </w:rPr>
              <w:t>Grapes=Wine</w:t>
            </w:r>
          </w:p>
          <w:p w:rsidR="00162847" w:rsidRDefault="00162847" w:rsidP="00B506F9">
            <w:pPr>
              <w:rPr>
                <w:sz w:val="20"/>
                <w:szCs w:val="20"/>
              </w:rPr>
            </w:pPr>
          </w:p>
          <w:p w:rsidR="00162847" w:rsidRDefault="00162847" w:rsidP="00B506F9">
            <w:pPr>
              <w:rPr>
                <w:sz w:val="20"/>
                <w:szCs w:val="20"/>
              </w:rPr>
            </w:pPr>
            <w:r w:rsidRPr="00162847">
              <w:rPr>
                <w:sz w:val="20"/>
                <w:szCs w:val="20"/>
                <w:highlight w:val="yellow"/>
              </w:rPr>
              <w:t>Olives=Olive oil and Lotion</w:t>
            </w:r>
          </w:p>
          <w:p w:rsidR="008C625A" w:rsidRDefault="008C625A" w:rsidP="00B506F9">
            <w:pPr>
              <w:rPr>
                <w:sz w:val="20"/>
                <w:szCs w:val="20"/>
              </w:rPr>
            </w:pPr>
          </w:p>
          <w:p w:rsidR="008C625A" w:rsidRDefault="008C625A" w:rsidP="00B506F9">
            <w:pPr>
              <w:rPr>
                <w:sz w:val="20"/>
                <w:szCs w:val="20"/>
              </w:rPr>
            </w:pPr>
            <w:r w:rsidRPr="008C625A">
              <w:rPr>
                <w:sz w:val="20"/>
                <w:szCs w:val="20"/>
                <w:highlight w:val="yellow"/>
              </w:rPr>
              <w:t>Goats, sheep, and pigs were the most common domesticated animals.</w:t>
            </w:r>
          </w:p>
          <w:p w:rsidR="008C625A" w:rsidRDefault="008C625A" w:rsidP="00B506F9">
            <w:pPr>
              <w:rPr>
                <w:sz w:val="20"/>
                <w:szCs w:val="20"/>
              </w:rPr>
            </w:pPr>
          </w:p>
          <w:p w:rsidR="00C6382A" w:rsidRDefault="00C6382A" w:rsidP="00B506F9">
            <w:pPr>
              <w:rPr>
                <w:sz w:val="20"/>
                <w:szCs w:val="20"/>
              </w:rPr>
            </w:pPr>
            <w:r w:rsidRPr="00C6382A">
              <w:rPr>
                <w:sz w:val="20"/>
                <w:szCs w:val="20"/>
                <w:highlight w:val="yellow"/>
              </w:rPr>
              <w:t>Sheep=Wool=Cloth</w:t>
            </w:r>
          </w:p>
          <w:p w:rsidR="00C6382A" w:rsidRDefault="00C6382A" w:rsidP="00B506F9">
            <w:pPr>
              <w:rPr>
                <w:sz w:val="20"/>
                <w:szCs w:val="20"/>
              </w:rPr>
            </w:pPr>
          </w:p>
          <w:p w:rsidR="00C6382A" w:rsidRDefault="00C6382A" w:rsidP="00B506F9">
            <w:pPr>
              <w:rPr>
                <w:sz w:val="20"/>
                <w:szCs w:val="20"/>
              </w:rPr>
            </w:pPr>
            <w:r w:rsidRPr="00C6382A">
              <w:rPr>
                <w:sz w:val="20"/>
                <w:szCs w:val="20"/>
                <w:highlight w:val="yellow"/>
              </w:rPr>
              <w:t>Pottery and metals were major exports</w:t>
            </w:r>
            <w:r>
              <w:rPr>
                <w:sz w:val="20"/>
                <w:szCs w:val="20"/>
              </w:rPr>
              <w:t>.</w:t>
            </w:r>
          </w:p>
          <w:p w:rsidR="00C6382A" w:rsidRDefault="00C6382A" w:rsidP="00B506F9">
            <w:pPr>
              <w:rPr>
                <w:sz w:val="20"/>
                <w:szCs w:val="20"/>
              </w:rPr>
            </w:pPr>
          </w:p>
          <w:p w:rsidR="008C625A" w:rsidRDefault="008C625A" w:rsidP="00B506F9">
            <w:pPr>
              <w:rPr>
                <w:sz w:val="20"/>
                <w:szCs w:val="20"/>
              </w:rPr>
            </w:pPr>
            <w:r w:rsidRPr="00162847">
              <w:rPr>
                <w:sz w:val="20"/>
                <w:szCs w:val="20"/>
                <w:highlight w:val="yellow"/>
              </w:rPr>
              <w:t>Oligarchy</w:t>
            </w:r>
            <w:r w:rsidR="00162847">
              <w:rPr>
                <w:sz w:val="20"/>
                <w:szCs w:val="20"/>
                <w:highlight w:val="yellow"/>
              </w:rPr>
              <w:t>-</w:t>
            </w:r>
            <w:r w:rsidRPr="00162847">
              <w:rPr>
                <w:sz w:val="20"/>
                <w:szCs w:val="20"/>
                <w:highlight w:val="yellow"/>
              </w:rPr>
              <w:t xml:space="preserve"> [aristocratic government] was the government of Sparta, where Sparta’s most rich and powerful ci</w:t>
            </w:r>
            <w:r w:rsidR="00162847" w:rsidRPr="00162847">
              <w:rPr>
                <w:sz w:val="20"/>
                <w:szCs w:val="20"/>
                <w:highlight w:val="yellow"/>
              </w:rPr>
              <w:t>tizens ruled over the poorer ones.</w:t>
            </w:r>
          </w:p>
          <w:p w:rsidR="00EC0CD3" w:rsidRDefault="00EC0CD3" w:rsidP="00B506F9">
            <w:pPr>
              <w:rPr>
                <w:sz w:val="20"/>
                <w:szCs w:val="20"/>
              </w:rPr>
            </w:pPr>
          </w:p>
          <w:p w:rsidR="00162847" w:rsidRPr="008C625A" w:rsidRDefault="00EC0CD3" w:rsidP="00B506F9">
            <w:pPr>
              <w:rPr>
                <w:sz w:val="20"/>
                <w:szCs w:val="20"/>
              </w:rPr>
            </w:pPr>
            <w:r w:rsidRPr="00EC0CD3">
              <w:rPr>
                <w:sz w:val="20"/>
                <w:szCs w:val="20"/>
                <w:highlight w:val="yellow"/>
              </w:rPr>
              <w:t>Harbors- Sheltered Port Towns where ships with goods could unload their goods.</w:t>
            </w:r>
          </w:p>
        </w:tc>
        <w:tc>
          <w:tcPr>
            <w:tcW w:w="4084" w:type="dxa"/>
          </w:tcPr>
          <w:p w:rsidR="00B506F9" w:rsidRDefault="00162847" w:rsidP="00B506F9">
            <w:pPr>
              <w:rPr>
                <w:sz w:val="24"/>
                <w:szCs w:val="24"/>
              </w:rPr>
            </w:pPr>
            <w:r w:rsidRPr="00162847">
              <w:rPr>
                <w:sz w:val="24"/>
                <w:szCs w:val="24"/>
                <w:highlight w:val="red"/>
              </w:rPr>
              <w:t>Phalanxes- Greek Long-Lengthened Spears that could kill from a distance.</w:t>
            </w:r>
            <w:r>
              <w:rPr>
                <w:sz w:val="24"/>
                <w:szCs w:val="24"/>
              </w:rPr>
              <w:t xml:space="preserve"> </w:t>
            </w:r>
          </w:p>
          <w:p w:rsidR="00162847" w:rsidRDefault="00162847" w:rsidP="00B506F9">
            <w:pPr>
              <w:rPr>
                <w:sz w:val="24"/>
                <w:szCs w:val="24"/>
              </w:rPr>
            </w:pPr>
            <w:r w:rsidRPr="00162847">
              <w:rPr>
                <w:sz w:val="24"/>
                <w:szCs w:val="24"/>
                <w:highlight w:val="cyan"/>
              </w:rPr>
              <w:t>Agora- Public Meeting Area where government buildings were located and where aristocrats decided important matters.</w:t>
            </w:r>
          </w:p>
          <w:p w:rsidR="00162847" w:rsidRDefault="00162847" w:rsidP="00B506F9">
            <w:pPr>
              <w:rPr>
                <w:sz w:val="24"/>
                <w:szCs w:val="24"/>
              </w:rPr>
            </w:pPr>
            <w:r w:rsidRPr="00162847">
              <w:rPr>
                <w:sz w:val="24"/>
                <w:szCs w:val="24"/>
                <w:highlight w:val="green"/>
              </w:rPr>
              <w:t>Trading Routes- Safe, easy to follow routes that lead to other lands that Sparta could trade with.</w:t>
            </w:r>
          </w:p>
          <w:p w:rsidR="00162847" w:rsidRDefault="00162847" w:rsidP="00B506F9">
            <w:pPr>
              <w:rPr>
                <w:sz w:val="24"/>
                <w:szCs w:val="24"/>
              </w:rPr>
            </w:pPr>
            <w:r w:rsidRPr="00162847">
              <w:rPr>
                <w:sz w:val="24"/>
                <w:szCs w:val="24"/>
                <w:highlight w:val="red"/>
              </w:rPr>
              <w:t>Greek Architecture-Usually Greek buildings had fancier pillars, columns, and tilted rooftops.</w:t>
            </w:r>
          </w:p>
          <w:p w:rsidR="00162847" w:rsidRDefault="00162847" w:rsidP="00B506F9">
            <w:pPr>
              <w:rPr>
                <w:sz w:val="24"/>
                <w:szCs w:val="24"/>
              </w:rPr>
            </w:pPr>
            <w:r w:rsidRPr="00162847">
              <w:rPr>
                <w:sz w:val="24"/>
                <w:szCs w:val="24"/>
                <w:highlight w:val="cyan"/>
              </w:rPr>
              <w:t>Helots- [Definition in Economy Section]</w:t>
            </w:r>
          </w:p>
          <w:p w:rsidR="00162847" w:rsidRDefault="00162847" w:rsidP="00B506F9">
            <w:pPr>
              <w:rPr>
                <w:sz w:val="24"/>
                <w:szCs w:val="24"/>
              </w:rPr>
            </w:pPr>
            <w:r w:rsidRPr="00162847">
              <w:rPr>
                <w:sz w:val="24"/>
                <w:szCs w:val="24"/>
                <w:highlight w:val="green"/>
              </w:rPr>
              <w:t>Bronze Armor- Used by Spartan foot soldiers.</w:t>
            </w:r>
          </w:p>
          <w:p w:rsidR="00EC0CD3" w:rsidRPr="00EC0CD3" w:rsidRDefault="00EC0CD3" w:rsidP="00B506F9">
            <w:pPr>
              <w:rPr>
                <w:sz w:val="24"/>
                <w:szCs w:val="24"/>
              </w:rPr>
            </w:pPr>
            <w:r w:rsidRPr="00EC0CD3">
              <w:rPr>
                <w:sz w:val="24"/>
                <w:szCs w:val="24"/>
                <w:highlight w:val="red"/>
              </w:rPr>
              <w:t>Harbor- Sheltered Port Town located on the coast.</w:t>
            </w:r>
          </w:p>
          <w:p w:rsidR="00162847" w:rsidRDefault="00162847" w:rsidP="00B506F9">
            <w:pPr>
              <w:rPr>
                <w:sz w:val="24"/>
                <w:szCs w:val="24"/>
              </w:rPr>
            </w:pPr>
          </w:p>
          <w:p w:rsidR="00162847" w:rsidRPr="00162847" w:rsidRDefault="00162847" w:rsidP="00B506F9">
            <w:pPr>
              <w:rPr>
                <w:sz w:val="24"/>
                <w:szCs w:val="24"/>
              </w:rPr>
            </w:pPr>
            <w:bookmarkStart w:id="0" w:name="_GoBack"/>
            <w:bookmarkEnd w:id="0"/>
          </w:p>
        </w:tc>
      </w:tr>
    </w:tbl>
    <w:p w:rsidR="00AA0B13" w:rsidRPr="00B506F9" w:rsidRDefault="00AA0B13" w:rsidP="00B506F9"/>
    <w:sectPr w:rsidR="00AA0B13" w:rsidRPr="00B506F9" w:rsidSect="009F681A">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81A"/>
    <w:rsid w:val="0008086F"/>
    <w:rsid w:val="000B7C7D"/>
    <w:rsid w:val="00131274"/>
    <w:rsid w:val="00162847"/>
    <w:rsid w:val="00165D8C"/>
    <w:rsid w:val="002B24B5"/>
    <w:rsid w:val="00606F4E"/>
    <w:rsid w:val="006629DD"/>
    <w:rsid w:val="006E4A95"/>
    <w:rsid w:val="0078598E"/>
    <w:rsid w:val="007C145B"/>
    <w:rsid w:val="008C625A"/>
    <w:rsid w:val="009F681A"/>
    <w:rsid w:val="00A941EB"/>
    <w:rsid w:val="00AA0B13"/>
    <w:rsid w:val="00B02AB0"/>
    <w:rsid w:val="00B12A44"/>
    <w:rsid w:val="00B24FBD"/>
    <w:rsid w:val="00B506F9"/>
    <w:rsid w:val="00C6382A"/>
    <w:rsid w:val="00CA4755"/>
    <w:rsid w:val="00E2597C"/>
    <w:rsid w:val="00E80BFA"/>
    <w:rsid w:val="00EC0CD3"/>
    <w:rsid w:val="00F8538F"/>
    <w:rsid w:val="00FC5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68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68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7149E-43BC-41C1-B1E1-BCFFC9F6D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EEFC4F6A.dotm</Template>
  <TotalTime>149</TotalTime>
  <Pages>2</Pages>
  <Words>671</Words>
  <Characters>3829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17</cp:revision>
  <dcterms:created xsi:type="dcterms:W3CDTF">2012-01-11T20:07:00Z</dcterms:created>
  <dcterms:modified xsi:type="dcterms:W3CDTF">2012-01-19T20:11:00Z</dcterms:modified>
</cp:coreProperties>
</file>